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FAAAF" w14:textId="77777777" w:rsidR="00610A54" w:rsidRDefault="00610A54" w:rsidP="004D4A3F">
      <w:pPr>
        <w:pStyle w:val="Hlavika"/>
        <w:tabs>
          <w:tab w:val="clear" w:pos="4819"/>
          <w:tab w:val="clear" w:pos="9071"/>
          <w:tab w:val="left" w:pos="-3261"/>
          <w:tab w:val="left" w:pos="-2340"/>
        </w:tabs>
        <w:jc w:val="both"/>
        <w:rPr>
          <w:b/>
          <w:bCs/>
        </w:rPr>
      </w:pPr>
    </w:p>
    <w:p w14:paraId="12AD37CE" w14:textId="257C50A5" w:rsidR="00CF46E9" w:rsidRDefault="00E17EC8" w:rsidP="00E17EC8">
      <w:pPr>
        <w:pStyle w:val="Hlavika"/>
        <w:tabs>
          <w:tab w:val="clear" w:pos="9071"/>
          <w:tab w:val="left" w:pos="-3261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3E28A8">
        <w:rPr>
          <w:b/>
          <w:bCs/>
          <w:sz w:val="22"/>
          <w:szCs w:val="22"/>
          <w:u w:val="single"/>
        </w:rPr>
        <w:t>Základné náležitosti</w:t>
      </w:r>
      <w:r w:rsidR="00CF46E9">
        <w:rPr>
          <w:b/>
          <w:bCs/>
          <w:sz w:val="22"/>
          <w:szCs w:val="22"/>
          <w:u w:val="single"/>
        </w:rPr>
        <w:t xml:space="preserve"> dokumentácie EIA zmeny</w:t>
      </w:r>
    </w:p>
    <w:p w14:paraId="2FAC091D" w14:textId="77777777" w:rsidR="00E17EC8" w:rsidRDefault="00E17EC8" w:rsidP="00E17EC8">
      <w:pPr>
        <w:rPr>
          <w:b/>
          <w:bCs/>
          <w:kern w:val="28"/>
          <w:sz w:val="28"/>
          <w:szCs w:val="32"/>
        </w:rPr>
      </w:pPr>
    </w:p>
    <w:p w14:paraId="75E67293" w14:textId="5BEC4793" w:rsidR="00E17EC8" w:rsidRPr="00F40429" w:rsidRDefault="00E17EC8" w:rsidP="007B74D8">
      <w:pPr>
        <w:pStyle w:val="Hlavika"/>
        <w:tabs>
          <w:tab w:val="clear" w:pos="9071"/>
          <w:tab w:val="right" w:pos="9540"/>
        </w:tabs>
        <w:jc w:val="both"/>
        <w:rPr>
          <w:bCs/>
        </w:rPr>
      </w:pPr>
      <w:r w:rsidRPr="00F40429">
        <w:rPr>
          <w:bCs/>
        </w:rPr>
        <w:t>Dokumentácia bude vypracovaná  pre stavbu</w:t>
      </w:r>
      <w:r w:rsidR="0090305C">
        <w:rPr>
          <w:bCs/>
        </w:rPr>
        <w:t xml:space="preserve"> D2 križovatka Rohožník</w:t>
      </w:r>
      <w:bookmarkStart w:id="0" w:name="_GoBack"/>
      <w:bookmarkEnd w:id="0"/>
      <w:r w:rsidRPr="00F40429">
        <w:rPr>
          <w:bCs/>
        </w:rPr>
        <w:t>,</w:t>
      </w:r>
      <w:r>
        <w:rPr>
          <w:bCs/>
        </w:rPr>
        <w:t xml:space="preserve"> DSP v podrobnosti DRS</w:t>
      </w:r>
      <w:r w:rsidRPr="00F40429">
        <w:rPr>
          <w:bCs/>
        </w:rPr>
        <w:t>.</w:t>
      </w:r>
    </w:p>
    <w:p w14:paraId="24C677D3" w14:textId="77777777" w:rsidR="00E17EC8" w:rsidRPr="003E28A8" w:rsidRDefault="00E17EC8" w:rsidP="007B74D8">
      <w:pPr>
        <w:pStyle w:val="Hlavika"/>
        <w:tabs>
          <w:tab w:val="left" w:pos="-3261"/>
        </w:tabs>
        <w:jc w:val="both"/>
        <w:rPr>
          <w:b/>
          <w:bCs/>
          <w:sz w:val="22"/>
          <w:szCs w:val="22"/>
        </w:rPr>
      </w:pPr>
    </w:p>
    <w:p w14:paraId="3FBEEB67" w14:textId="127909DB" w:rsidR="00543E61" w:rsidRPr="003E28A8" w:rsidRDefault="00CF46E9" w:rsidP="007B74D8">
      <w:pPr>
        <w:pStyle w:val="Hlavika"/>
        <w:tabs>
          <w:tab w:val="left" w:pos="-3261"/>
        </w:tabs>
        <w:jc w:val="both"/>
        <w:rPr>
          <w:b/>
          <w:bCs/>
        </w:rPr>
      </w:pPr>
      <w:r>
        <w:rPr>
          <w:b/>
          <w:bCs/>
        </w:rPr>
        <w:t xml:space="preserve">Dokumentácia EIA zmeny bude vypracovaná v súlade so zákonom </w:t>
      </w:r>
      <w:r w:rsidRPr="00CF46E9">
        <w:rPr>
          <w:b/>
          <w:bCs/>
        </w:rPr>
        <w:t>č. 24/2006 Z.</w:t>
      </w:r>
      <w:r w:rsidR="008813AC">
        <w:rPr>
          <w:b/>
          <w:bCs/>
        </w:rPr>
        <w:t xml:space="preserve"> </w:t>
      </w:r>
      <w:r w:rsidRPr="00CF46E9">
        <w:rPr>
          <w:b/>
          <w:bCs/>
        </w:rPr>
        <w:t>z. o posudzovaní vplyvov na životné prostredie a o zmene a doplnení niektorých zákonov v znení neskorších predpisov (ďalej „zákon č. 24/2006 Z.</w:t>
      </w:r>
      <w:r w:rsidR="008813AC">
        <w:rPr>
          <w:b/>
          <w:bCs/>
        </w:rPr>
        <w:t xml:space="preserve"> </w:t>
      </w:r>
      <w:r w:rsidRPr="00CF46E9">
        <w:rPr>
          <w:b/>
          <w:bCs/>
        </w:rPr>
        <w:t>z.“)</w:t>
      </w:r>
      <w:r w:rsidR="00543E61" w:rsidRPr="003E28A8">
        <w:rPr>
          <w:b/>
          <w:bCs/>
        </w:rPr>
        <w:t>, po vypracovaní DSP</w:t>
      </w:r>
      <w:r w:rsidR="009F244A">
        <w:rPr>
          <w:b/>
          <w:bCs/>
        </w:rPr>
        <w:t xml:space="preserve"> </w:t>
      </w:r>
      <w:r w:rsidR="009F244A" w:rsidRPr="009F244A">
        <w:rPr>
          <w:b/>
          <w:bCs/>
        </w:rPr>
        <w:t>v podrobnosti DRS</w:t>
      </w:r>
      <w:r w:rsidR="00543E61" w:rsidRPr="003E28A8">
        <w:rPr>
          <w:b/>
          <w:bCs/>
        </w:rPr>
        <w:t>.</w:t>
      </w:r>
    </w:p>
    <w:p w14:paraId="1A5993E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5FDFE06F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2AB1DDD0" w14:textId="43807362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 xml:space="preserve">Dokumentácia okrem štruktúry podľa </w:t>
      </w:r>
      <w:r w:rsidR="00CF46E9" w:rsidRPr="00CF46E9">
        <w:rPr>
          <w:b/>
          <w:bCs/>
        </w:rPr>
        <w:t>zákon</w:t>
      </w:r>
      <w:r w:rsidR="00CF46E9">
        <w:rPr>
          <w:b/>
          <w:bCs/>
        </w:rPr>
        <w:t>a</w:t>
      </w:r>
      <w:r w:rsidR="00CF46E9" w:rsidRPr="00CF46E9">
        <w:rPr>
          <w:b/>
          <w:bCs/>
        </w:rPr>
        <w:t xml:space="preserve"> č. 24/2006 Z.</w:t>
      </w:r>
      <w:r w:rsidR="008813AC">
        <w:rPr>
          <w:b/>
          <w:bCs/>
        </w:rPr>
        <w:t xml:space="preserve"> </w:t>
      </w:r>
      <w:r w:rsidR="00CF46E9" w:rsidRPr="00CF46E9">
        <w:rPr>
          <w:b/>
          <w:bCs/>
        </w:rPr>
        <w:t>z.</w:t>
      </w:r>
      <w:r w:rsidR="00CF46E9">
        <w:rPr>
          <w:b/>
          <w:bCs/>
        </w:rPr>
        <w:t xml:space="preserve"> </w:t>
      </w:r>
      <w:r w:rsidRPr="003E28A8">
        <w:rPr>
          <w:b/>
          <w:bCs/>
        </w:rPr>
        <w:t>bude mať nasledovné náležitosti:</w:t>
      </w:r>
    </w:p>
    <w:p w14:paraId="1194571E" w14:textId="6E037B73" w:rsidR="00543E61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02DEE74E" w14:textId="19FF2E1C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>
        <w:rPr>
          <w:bCs/>
        </w:rPr>
        <w:t xml:space="preserve">V rámci spracovania dokumentácie sa požaduje, aby časti dokumentácie, </w:t>
      </w:r>
      <w:r w:rsidRPr="005548CF">
        <w:rPr>
          <w:bCs/>
        </w:rPr>
        <w:t>v rámci ktorých budú uvedené zmierňujúce opatrenia, bola spracovaná formou formulácie jasných, cielených a overiteľných zmierňujúcich opatrení</w:t>
      </w:r>
      <w:r w:rsidR="007B74D8" w:rsidRPr="005548CF">
        <w:rPr>
          <w:bCs/>
        </w:rPr>
        <w:t>; pre konkrétne vplyvy/dopady budú zadefinované zodpovedajúce konkrétne opatrenia.</w:t>
      </w:r>
      <w:r w:rsidRPr="005548CF">
        <w:rPr>
          <w:bCs/>
        </w:rPr>
        <w:t xml:space="preserve"> </w:t>
      </w:r>
    </w:p>
    <w:p w14:paraId="3C5C40CD" w14:textId="77777777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3A2ECB6C" w14:textId="77777777" w:rsidR="00543E61" w:rsidRPr="00311B0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5548CF">
        <w:rPr>
          <w:bCs/>
        </w:rPr>
        <w:t>V rámci spracovania dokumentácie sa požaduje dôsledné zohľadnenie požiadaviek smernice EIA, konkr.: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  <w:r w:rsidRPr="00311B0F">
        <w:rPr>
          <w:bCs/>
        </w:rPr>
        <w:t xml:space="preserve"> </w:t>
      </w:r>
    </w:p>
    <w:p w14:paraId="303EBBA3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3E28A8">
        <w:rPr>
          <w:bCs/>
        </w:rPr>
        <w:tab/>
        <w:t xml:space="preserve"> </w:t>
      </w:r>
    </w:p>
    <w:p w14:paraId="71B1280A" w14:textId="40345522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 xml:space="preserve">Textová časť </w:t>
      </w:r>
      <w:r w:rsidR="00CF46E9">
        <w:rPr>
          <w:rFonts w:cstheme="minorHAnsi"/>
          <w:noProof/>
        </w:rPr>
        <w:t>dokumentácie EIA zmeny</w:t>
      </w:r>
      <w:r w:rsidRPr="003E28A8">
        <w:rPr>
          <w:rFonts w:cstheme="minorHAnsi"/>
          <w:noProof/>
        </w:rPr>
        <w:t xml:space="preserve">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345A00F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7BE2FA62" w14:textId="7DF6E52F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>Netechnické zhrnutie (Non technical report) k</w:t>
      </w:r>
      <w:r w:rsidR="00CF46E9">
        <w:rPr>
          <w:rFonts w:cstheme="minorHAnsi"/>
          <w:noProof/>
        </w:rPr>
        <w:t> dokumentácii EIA zmeny</w:t>
      </w:r>
      <w:r w:rsidRPr="003E28A8">
        <w:rPr>
          <w:rFonts w:cstheme="minorHAnsi"/>
          <w:noProof/>
        </w:rPr>
        <w:t xml:space="preserve"> - všeobecne zrozumiteľná zhrnutie – samostatná časť s nasledovným obsahom</w:t>
      </w:r>
      <w:r>
        <w:rPr>
          <w:rFonts w:cstheme="minorHAnsi"/>
          <w:noProof/>
        </w:rPr>
        <w:t>:</w:t>
      </w:r>
    </w:p>
    <w:p w14:paraId="4DAC83D4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účel projektu</w:t>
      </w:r>
    </w:p>
    <w:p w14:paraId="6E4A2A2A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stručný popis technického riešenia</w:t>
      </w:r>
    </w:p>
    <w:p w14:paraId="2E40786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charakteristika ovplyvnenej oblasti</w:t>
      </w:r>
    </w:p>
    <w:p w14:paraId="7A57FE07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základné charakteristiky environmentálneho prostredia (</w:t>
      </w:r>
      <w:proofErr w:type="spellStart"/>
      <w:r w:rsidRPr="003E28A8">
        <w:rPr>
          <w:bCs/>
        </w:rPr>
        <w:t>biota</w:t>
      </w:r>
      <w:proofErr w:type="spellEnd"/>
      <w:r w:rsidRPr="003E28A8">
        <w:rPr>
          <w:bCs/>
        </w:rPr>
        <w:t>): krajina, klíma, voda, pôda, fauna, flóra, vegetácia, chránené územia, obyvateľstvo, atď. + dopady a zmierňujúce opatrenia</w:t>
      </w:r>
    </w:p>
    <w:p w14:paraId="1CB940F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hodnotenie očakávaného vývoja, za predpokladu neimplementovania investícií</w:t>
      </w:r>
    </w:p>
    <w:p w14:paraId="09FEF9D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dodržiavanie činnosti s územnoplánovacou dokumentáciou</w:t>
      </w:r>
    </w:p>
    <w:p w14:paraId="15C43F7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pravdepodobný dopad na územie</w:t>
      </w:r>
    </w:p>
    <w:p w14:paraId="24C4A50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zmierňujúce opatrenia</w:t>
      </w:r>
    </w:p>
    <w:p w14:paraId="26FCF396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prílohy:</w:t>
      </w:r>
    </w:p>
    <w:p w14:paraId="511991BD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1)</w:t>
      </w:r>
      <w:r w:rsidRPr="003E28A8">
        <w:rPr>
          <w:bCs/>
        </w:rPr>
        <w:tab/>
        <w:t>Prehľadná situácia v mierke 1 : 10 000</w:t>
      </w:r>
    </w:p>
    <w:p w14:paraId="5CF8EE1A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2)</w:t>
      </w:r>
      <w:r w:rsidRPr="003E28A8">
        <w:rPr>
          <w:bCs/>
        </w:rPr>
        <w:tab/>
        <w:t>Situácia zmeny navrhovanej činnosti v mierke 1 : 10 000 resp. 1:5 000</w:t>
      </w:r>
    </w:p>
    <w:p w14:paraId="54D3519B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Rozsah textovej časti materiálu bude do 10 strán formátu A4.</w:t>
      </w:r>
    </w:p>
    <w:p w14:paraId="49EE924E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</w:p>
    <w:p w14:paraId="606FA2DC" w14:textId="1A8DB60E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 xml:space="preserve">Do </w:t>
      </w:r>
      <w:r w:rsidR="00CF46E9">
        <w:rPr>
          <w:bCs/>
        </w:rPr>
        <w:t>dokumentácie EIA zmeny</w:t>
      </w:r>
      <w:r w:rsidRPr="003E28A8">
        <w:rPr>
          <w:bCs/>
        </w:rPr>
        <w:t xml:space="preserve"> pripraviť text na podpisy:</w:t>
      </w:r>
    </w:p>
    <w:p w14:paraId="35C7BAAC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predseda predstavenstva a generálny riaditeľ</w:t>
      </w:r>
    </w:p>
    <w:p w14:paraId="4A512FC7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podpredseda predstavenstva</w:t>
      </w:r>
    </w:p>
    <w:p w14:paraId="246571B9" w14:textId="77777777" w:rsidR="005F43E5" w:rsidRDefault="005F43E5" w:rsidP="008B3137">
      <w:pPr>
        <w:pStyle w:val="Hlavika"/>
        <w:tabs>
          <w:tab w:val="clear" w:pos="4819"/>
          <w:tab w:val="clear" w:pos="9071"/>
          <w:tab w:val="left" w:pos="-3261"/>
        </w:tabs>
        <w:jc w:val="both"/>
        <w:rPr>
          <w:b/>
          <w:bCs/>
          <w:sz w:val="22"/>
          <w:szCs w:val="22"/>
        </w:rPr>
      </w:pPr>
    </w:p>
    <w:sectPr w:rsidR="005F43E5" w:rsidSect="00281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BC0B" w14:textId="77777777" w:rsidR="008A7D17" w:rsidRDefault="008A7D17">
      <w:r>
        <w:separator/>
      </w:r>
    </w:p>
  </w:endnote>
  <w:endnote w:type="continuationSeparator" w:id="0">
    <w:p w14:paraId="24EECD06" w14:textId="77777777" w:rsidR="008A7D17" w:rsidRDefault="008A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0BE56" w14:textId="77777777" w:rsidR="000A5CF0" w:rsidRDefault="000A5C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2C060" w14:textId="6C1FEE9B" w:rsidR="00264579" w:rsidRDefault="00264579" w:rsidP="00D93012">
    <w:pPr>
      <w:pStyle w:val="Pta"/>
      <w:tabs>
        <w:tab w:val="clear" w:pos="9072"/>
        <w:tab w:val="right" w:pos="9639"/>
      </w:tabs>
    </w:pP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 w:rsidR="00034E70">
      <w:fldChar w:fldCharType="begin"/>
    </w:r>
    <w:r w:rsidR="00445297">
      <w:instrText xml:space="preserve"> PAGE   \* MERGEFORMAT </w:instrText>
    </w:r>
    <w:r w:rsidR="00034E70">
      <w:fldChar w:fldCharType="separate"/>
    </w:r>
    <w:r w:rsidR="00CF46E9">
      <w:rPr>
        <w:noProof/>
      </w:rPr>
      <w:t>2</w:t>
    </w:r>
    <w:r w:rsidR="00034E7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0555786"/>
      <w:docPartObj>
        <w:docPartGallery w:val="Page Numbers (Bottom of Page)"/>
        <w:docPartUnique/>
      </w:docPartObj>
    </w:sdtPr>
    <w:sdtEndPr/>
    <w:sdtContent>
      <w:p w14:paraId="3687395A" w14:textId="411C2C7C" w:rsidR="00983C0B" w:rsidRDefault="00983C0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CF0">
          <w:rPr>
            <w:noProof/>
          </w:rPr>
          <w:t>1</w:t>
        </w:r>
        <w:r>
          <w:fldChar w:fldCharType="end"/>
        </w:r>
      </w:p>
    </w:sdtContent>
  </w:sdt>
  <w:p w14:paraId="046D92B0" w14:textId="09662A6E" w:rsidR="00264579" w:rsidRPr="00983C0B" w:rsidRDefault="00264579" w:rsidP="00983C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B7115" w14:textId="77777777" w:rsidR="008A7D17" w:rsidRDefault="008A7D17">
      <w:r>
        <w:separator/>
      </w:r>
    </w:p>
  </w:footnote>
  <w:footnote w:type="continuationSeparator" w:id="0">
    <w:p w14:paraId="4E475095" w14:textId="77777777" w:rsidR="008A7D17" w:rsidRDefault="008A7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FBE87" w14:textId="77777777" w:rsidR="000A5CF0" w:rsidRDefault="000A5CF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7EEDB" w14:textId="77777777" w:rsidR="0028173E" w:rsidRPr="00BB267E" w:rsidRDefault="0028173E" w:rsidP="0028173E">
    <w:pPr>
      <w:pStyle w:val="Hlavika"/>
      <w:jc w:val="both"/>
      <w:rPr>
        <w:bCs/>
        <w:sz w:val="16"/>
        <w:szCs w:val="16"/>
      </w:rPr>
    </w:pPr>
    <w:r>
      <w:rPr>
        <w:bCs/>
        <w:sz w:val="16"/>
        <w:szCs w:val="16"/>
      </w:rPr>
      <w:t xml:space="preserve">Súťažné podklady: </w:t>
    </w:r>
    <w:r w:rsidRPr="00A125D6">
      <w:rPr>
        <w:bCs/>
        <w:sz w:val="16"/>
        <w:szCs w:val="16"/>
      </w:rPr>
      <w:t>Diaľnica D1 Turany - Hubová</w:t>
    </w:r>
    <w:r w:rsidRPr="00A125D6">
      <w:rPr>
        <w:bCs/>
        <w:sz w:val="16"/>
        <w:szCs w:val="16"/>
      </w:rPr>
      <w:tab/>
    </w:r>
    <w:r>
      <w:rPr>
        <w:bCs/>
      </w:rPr>
      <w:tab/>
      <w:t xml:space="preserve">       </w:t>
    </w:r>
    <w:r w:rsidRPr="00BB267E">
      <w:rPr>
        <w:bCs/>
        <w:sz w:val="16"/>
        <w:szCs w:val="16"/>
      </w:rPr>
      <w:t>Národná diaľničná spoločnosť, a.s.</w:t>
    </w:r>
  </w:p>
  <w:p w14:paraId="682328D0" w14:textId="77777777" w:rsidR="0028173E" w:rsidRPr="00BC066C" w:rsidRDefault="0028173E" w:rsidP="0028173E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5CBFB342" w14:textId="77777777" w:rsidR="00264579" w:rsidRDefault="0026457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467C3" w14:textId="2C442935" w:rsidR="00FC550D" w:rsidRDefault="00FC550D" w:rsidP="00FC550D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 xml:space="preserve">Súťažné podklady: </w:t>
    </w:r>
    <w:r w:rsidR="000A5CF0">
      <w:rPr>
        <w:bCs/>
        <w:sz w:val="18"/>
        <w:szCs w:val="18"/>
      </w:rPr>
      <w:t>D2 križovatka Rohožník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14:paraId="6BED59DC" w14:textId="77777777" w:rsidR="00FC550D" w:rsidRDefault="00FC550D" w:rsidP="00FC550D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14:paraId="7C184EE2" w14:textId="77777777" w:rsidR="00264579" w:rsidRPr="00BC066C" w:rsidRDefault="00264579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051C"/>
    <w:multiLevelType w:val="multilevel"/>
    <w:tmpl w:val="8C201A18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2.1.1"/>
      <w:lvlJc w:val="left"/>
      <w:pPr>
        <w:ind w:left="567" w:hanging="567"/>
      </w:pPr>
      <w:rPr>
        <w:rFonts w:hint="default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" w15:restartNumberingAfterBreak="0">
    <w:nsid w:val="04863F2A"/>
    <w:multiLevelType w:val="hybridMultilevel"/>
    <w:tmpl w:val="EDCA1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2160"/>
    <w:multiLevelType w:val="hybridMultilevel"/>
    <w:tmpl w:val="0FEC2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C6157C"/>
    <w:multiLevelType w:val="hybridMultilevel"/>
    <w:tmpl w:val="3F562A26"/>
    <w:name w:val="List Bullet 1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9" w15:restartNumberingAfterBreak="0">
    <w:nsid w:val="1EBA70E0"/>
    <w:multiLevelType w:val="hybridMultilevel"/>
    <w:tmpl w:val="E2EAC2E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7856F8"/>
    <w:multiLevelType w:val="hybridMultilevel"/>
    <w:tmpl w:val="64686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56334"/>
    <w:multiLevelType w:val="hybridMultilevel"/>
    <w:tmpl w:val="2C865C84"/>
    <w:lvl w:ilvl="0" w:tplc="21AAC99E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091114"/>
    <w:multiLevelType w:val="hybridMultilevel"/>
    <w:tmpl w:val="0D2EFB92"/>
    <w:lvl w:ilvl="0" w:tplc="B34C11F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786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92E49"/>
    <w:multiLevelType w:val="hybridMultilevel"/>
    <w:tmpl w:val="DE3C561E"/>
    <w:lvl w:ilvl="0" w:tplc="3FFE7456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20518"/>
    <w:multiLevelType w:val="hybridMultilevel"/>
    <w:tmpl w:val="434C2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74AF8"/>
    <w:multiLevelType w:val="hybridMultilevel"/>
    <w:tmpl w:val="1E1A5696"/>
    <w:lvl w:ilvl="0" w:tplc="041B000F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3BAC6726"/>
    <w:multiLevelType w:val="hybridMultilevel"/>
    <w:tmpl w:val="A934CDBA"/>
    <w:lvl w:ilvl="0" w:tplc="471EA760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4C7BCC"/>
    <w:multiLevelType w:val="hybridMultilevel"/>
    <w:tmpl w:val="0AD859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A1173"/>
    <w:multiLevelType w:val="hybridMultilevel"/>
    <w:tmpl w:val="53264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87D8D"/>
    <w:multiLevelType w:val="hybridMultilevel"/>
    <w:tmpl w:val="C6C2A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A3915"/>
    <w:multiLevelType w:val="hybridMultilevel"/>
    <w:tmpl w:val="177681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60F45"/>
    <w:multiLevelType w:val="hybridMultilevel"/>
    <w:tmpl w:val="E8687004"/>
    <w:lvl w:ilvl="0" w:tplc="E6C0FD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899"/>
    <w:multiLevelType w:val="hybridMultilevel"/>
    <w:tmpl w:val="5A7A9302"/>
    <w:lvl w:ilvl="0" w:tplc="21AAC99E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B73BA"/>
    <w:multiLevelType w:val="hybridMultilevel"/>
    <w:tmpl w:val="119E2A06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A606255"/>
    <w:multiLevelType w:val="hybridMultilevel"/>
    <w:tmpl w:val="8EFAA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D2AAB"/>
    <w:multiLevelType w:val="hybridMultilevel"/>
    <w:tmpl w:val="26C6B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830CB2"/>
    <w:multiLevelType w:val="multilevel"/>
    <w:tmpl w:val="2AF8F9A2"/>
    <w:lvl w:ilvl="0">
      <w:start w:val="1"/>
      <w:numFmt w:val="none"/>
      <w:lvlText w:val="2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Restart w:val="0"/>
      <w:lvlText w:val="2.1.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33" w15:restartNumberingAfterBreak="0">
    <w:nsid w:val="62B042AD"/>
    <w:multiLevelType w:val="hybridMultilevel"/>
    <w:tmpl w:val="5AEC9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A3568"/>
    <w:multiLevelType w:val="multilevel"/>
    <w:tmpl w:val="EA2083E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81248C"/>
    <w:multiLevelType w:val="hybridMultilevel"/>
    <w:tmpl w:val="7B4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A1BAF"/>
    <w:multiLevelType w:val="hybridMultilevel"/>
    <w:tmpl w:val="6666C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31277A"/>
    <w:multiLevelType w:val="hybridMultilevel"/>
    <w:tmpl w:val="39D62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D019A"/>
    <w:multiLevelType w:val="hybridMultilevel"/>
    <w:tmpl w:val="611CCB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AAE40DC"/>
    <w:multiLevelType w:val="hybridMultilevel"/>
    <w:tmpl w:val="EA788CD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4"/>
  </w:num>
  <w:num w:numId="2">
    <w:abstractNumId w:val="37"/>
  </w:num>
  <w:num w:numId="3">
    <w:abstractNumId w:val="17"/>
  </w:num>
  <w:num w:numId="4">
    <w:abstractNumId w:val="7"/>
  </w:num>
  <w:num w:numId="5">
    <w:abstractNumId w:val="41"/>
  </w:num>
  <w:num w:numId="6">
    <w:abstractNumId w:val="28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19"/>
  </w:num>
  <w:num w:numId="12">
    <w:abstractNumId w:val="29"/>
  </w:num>
  <w:num w:numId="13">
    <w:abstractNumId w:val="35"/>
  </w:num>
  <w:num w:numId="14">
    <w:abstractNumId w:val="23"/>
  </w:num>
  <w:num w:numId="15">
    <w:abstractNumId w:val="30"/>
  </w:num>
  <w:num w:numId="16">
    <w:abstractNumId w:val="31"/>
  </w:num>
  <w:num w:numId="17">
    <w:abstractNumId w:val="32"/>
  </w:num>
  <w:num w:numId="18">
    <w:abstractNumId w:val="0"/>
  </w:num>
  <w:num w:numId="19">
    <w:abstractNumId w:val="8"/>
  </w:num>
  <w:num w:numId="20">
    <w:abstractNumId w:val="33"/>
  </w:num>
  <w:num w:numId="21">
    <w:abstractNumId w:val="13"/>
  </w:num>
  <w:num w:numId="22">
    <w:abstractNumId w:val="6"/>
  </w:num>
  <w:num w:numId="23">
    <w:abstractNumId w:val="27"/>
  </w:num>
  <w:num w:numId="24">
    <w:abstractNumId w:val="21"/>
  </w:num>
  <w:num w:numId="25">
    <w:abstractNumId w:val="4"/>
  </w:num>
  <w:num w:numId="26">
    <w:abstractNumId w:val="36"/>
  </w:num>
  <w:num w:numId="27">
    <w:abstractNumId w:val="18"/>
  </w:num>
  <w:num w:numId="28">
    <w:abstractNumId w:val="25"/>
  </w:num>
  <w:num w:numId="29">
    <w:abstractNumId w:val="11"/>
  </w:num>
  <w:num w:numId="30">
    <w:abstractNumId w:val="14"/>
  </w:num>
  <w:num w:numId="31">
    <w:abstractNumId w:val="38"/>
  </w:num>
  <w:num w:numId="32">
    <w:abstractNumId w:val="24"/>
  </w:num>
  <w:num w:numId="33">
    <w:abstractNumId w:val="40"/>
  </w:num>
  <w:num w:numId="34">
    <w:abstractNumId w:val="9"/>
  </w:num>
  <w:num w:numId="35">
    <w:abstractNumId w:val="39"/>
  </w:num>
  <w:num w:numId="36">
    <w:abstractNumId w:val="16"/>
  </w:num>
  <w:num w:numId="37">
    <w:abstractNumId w:val="26"/>
  </w:num>
  <w:num w:numId="38">
    <w:abstractNumId w:val="10"/>
  </w:num>
  <w:num w:numId="39">
    <w:abstractNumId w:val="22"/>
  </w:num>
  <w:num w:numId="40">
    <w:abstractNumId w:val="20"/>
  </w:num>
  <w:num w:numId="41">
    <w:abstractNumId w:val="12"/>
  </w:num>
  <w:num w:numId="42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23"/>
    <w:rsid w:val="000001D6"/>
    <w:rsid w:val="00006FAD"/>
    <w:rsid w:val="00012803"/>
    <w:rsid w:val="00014007"/>
    <w:rsid w:val="00014B32"/>
    <w:rsid w:val="00017824"/>
    <w:rsid w:val="000229B8"/>
    <w:rsid w:val="00025209"/>
    <w:rsid w:val="00025D0B"/>
    <w:rsid w:val="00034E70"/>
    <w:rsid w:val="000355B5"/>
    <w:rsid w:val="000362AC"/>
    <w:rsid w:val="00037500"/>
    <w:rsid w:val="00044F1A"/>
    <w:rsid w:val="0005083D"/>
    <w:rsid w:val="00055E60"/>
    <w:rsid w:val="000568C5"/>
    <w:rsid w:val="00057481"/>
    <w:rsid w:val="00062836"/>
    <w:rsid w:val="00064CCC"/>
    <w:rsid w:val="00066335"/>
    <w:rsid w:val="00067765"/>
    <w:rsid w:val="00070537"/>
    <w:rsid w:val="000722D5"/>
    <w:rsid w:val="00081638"/>
    <w:rsid w:val="00081E23"/>
    <w:rsid w:val="00085690"/>
    <w:rsid w:val="0008629D"/>
    <w:rsid w:val="0008798A"/>
    <w:rsid w:val="00090ED1"/>
    <w:rsid w:val="00091CD7"/>
    <w:rsid w:val="00091D70"/>
    <w:rsid w:val="00094E28"/>
    <w:rsid w:val="00097847"/>
    <w:rsid w:val="000A2908"/>
    <w:rsid w:val="000A5CF0"/>
    <w:rsid w:val="000B021D"/>
    <w:rsid w:val="000B056C"/>
    <w:rsid w:val="000B22E1"/>
    <w:rsid w:val="000B3B88"/>
    <w:rsid w:val="000C01E0"/>
    <w:rsid w:val="000C10E8"/>
    <w:rsid w:val="000C1905"/>
    <w:rsid w:val="000D3165"/>
    <w:rsid w:val="000D376F"/>
    <w:rsid w:val="000D781E"/>
    <w:rsid w:val="000E2493"/>
    <w:rsid w:val="000E3DE6"/>
    <w:rsid w:val="000E4A3B"/>
    <w:rsid w:val="000E4E95"/>
    <w:rsid w:val="000F0AE4"/>
    <w:rsid w:val="000F3BEB"/>
    <w:rsid w:val="000F5339"/>
    <w:rsid w:val="000F568C"/>
    <w:rsid w:val="001013A3"/>
    <w:rsid w:val="00102483"/>
    <w:rsid w:val="001028B3"/>
    <w:rsid w:val="0010407E"/>
    <w:rsid w:val="00107647"/>
    <w:rsid w:val="00115D33"/>
    <w:rsid w:val="0012409D"/>
    <w:rsid w:val="00126D07"/>
    <w:rsid w:val="001301F0"/>
    <w:rsid w:val="00131A2C"/>
    <w:rsid w:val="00131B07"/>
    <w:rsid w:val="00131E8A"/>
    <w:rsid w:val="001335FD"/>
    <w:rsid w:val="00134B11"/>
    <w:rsid w:val="00135048"/>
    <w:rsid w:val="00137812"/>
    <w:rsid w:val="0014142E"/>
    <w:rsid w:val="00144D42"/>
    <w:rsid w:val="00146305"/>
    <w:rsid w:val="001467A5"/>
    <w:rsid w:val="00146B4A"/>
    <w:rsid w:val="0015020D"/>
    <w:rsid w:val="001504DE"/>
    <w:rsid w:val="00155460"/>
    <w:rsid w:val="00156669"/>
    <w:rsid w:val="001649AF"/>
    <w:rsid w:val="00171AC4"/>
    <w:rsid w:val="00171BB5"/>
    <w:rsid w:val="0017377E"/>
    <w:rsid w:val="00176F28"/>
    <w:rsid w:val="00180D6E"/>
    <w:rsid w:val="00181608"/>
    <w:rsid w:val="00183227"/>
    <w:rsid w:val="0018322A"/>
    <w:rsid w:val="00184E17"/>
    <w:rsid w:val="00193773"/>
    <w:rsid w:val="00196B18"/>
    <w:rsid w:val="001A200C"/>
    <w:rsid w:val="001A26F7"/>
    <w:rsid w:val="001A432E"/>
    <w:rsid w:val="001C19C9"/>
    <w:rsid w:val="001C6600"/>
    <w:rsid w:val="001C6C87"/>
    <w:rsid w:val="001D07EC"/>
    <w:rsid w:val="001D112E"/>
    <w:rsid w:val="001D17FE"/>
    <w:rsid w:val="001D4237"/>
    <w:rsid w:val="001D5C57"/>
    <w:rsid w:val="001E0D1F"/>
    <w:rsid w:val="001E1F66"/>
    <w:rsid w:val="001E3165"/>
    <w:rsid w:val="001E4E98"/>
    <w:rsid w:val="001E579F"/>
    <w:rsid w:val="001E5F2A"/>
    <w:rsid w:val="001E6D40"/>
    <w:rsid w:val="001F1385"/>
    <w:rsid w:val="001F14E2"/>
    <w:rsid w:val="001F291E"/>
    <w:rsid w:val="001F2F8F"/>
    <w:rsid w:val="001F363F"/>
    <w:rsid w:val="001F3E36"/>
    <w:rsid w:val="0020528D"/>
    <w:rsid w:val="00205D1A"/>
    <w:rsid w:val="00210A4F"/>
    <w:rsid w:val="00211583"/>
    <w:rsid w:val="00211DC3"/>
    <w:rsid w:val="00212996"/>
    <w:rsid w:val="00213C67"/>
    <w:rsid w:val="00216DFE"/>
    <w:rsid w:val="00223F56"/>
    <w:rsid w:val="0022606C"/>
    <w:rsid w:val="0022677B"/>
    <w:rsid w:val="00235ACF"/>
    <w:rsid w:val="00236B97"/>
    <w:rsid w:val="002372DC"/>
    <w:rsid w:val="00237AED"/>
    <w:rsid w:val="00241778"/>
    <w:rsid w:val="002447E0"/>
    <w:rsid w:val="00244F76"/>
    <w:rsid w:val="0024668E"/>
    <w:rsid w:val="00247ADC"/>
    <w:rsid w:val="00247F30"/>
    <w:rsid w:val="00252B56"/>
    <w:rsid w:val="002558A2"/>
    <w:rsid w:val="00260BA5"/>
    <w:rsid w:val="00261BC8"/>
    <w:rsid w:val="00263AE6"/>
    <w:rsid w:val="00264579"/>
    <w:rsid w:val="00264C39"/>
    <w:rsid w:val="00265F97"/>
    <w:rsid w:val="002660FE"/>
    <w:rsid w:val="00267C09"/>
    <w:rsid w:val="002703F6"/>
    <w:rsid w:val="00273E2E"/>
    <w:rsid w:val="00277D20"/>
    <w:rsid w:val="0028173E"/>
    <w:rsid w:val="00283067"/>
    <w:rsid w:val="0028465D"/>
    <w:rsid w:val="00285A65"/>
    <w:rsid w:val="00286099"/>
    <w:rsid w:val="00290CE4"/>
    <w:rsid w:val="00291033"/>
    <w:rsid w:val="00293159"/>
    <w:rsid w:val="00295049"/>
    <w:rsid w:val="00295D90"/>
    <w:rsid w:val="0029745F"/>
    <w:rsid w:val="00297B9B"/>
    <w:rsid w:val="002A6364"/>
    <w:rsid w:val="002A6376"/>
    <w:rsid w:val="002B0B87"/>
    <w:rsid w:val="002B2379"/>
    <w:rsid w:val="002B2E87"/>
    <w:rsid w:val="002C1FE4"/>
    <w:rsid w:val="002C2CAF"/>
    <w:rsid w:val="002C3141"/>
    <w:rsid w:val="002C3B91"/>
    <w:rsid w:val="002C62CD"/>
    <w:rsid w:val="002D1C66"/>
    <w:rsid w:val="002D2BE2"/>
    <w:rsid w:val="002D4097"/>
    <w:rsid w:val="002D4A07"/>
    <w:rsid w:val="002E01E1"/>
    <w:rsid w:val="002E5D7A"/>
    <w:rsid w:val="002E7D1E"/>
    <w:rsid w:val="002F0DE5"/>
    <w:rsid w:val="002F28B3"/>
    <w:rsid w:val="002F373D"/>
    <w:rsid w:val="002F4C7A"/>
    <w:rsid w:val="002F501A"/>
    <w:rsid w:val="002F6501"/>
    <w:rsid w:val="002F7C21"/>
    <w:rsid w:val="0030294E"/>
    <w:rsid w:val="003052DD"/>
    <w:rsid w:val="003061F5"/>
    <w:rsid w:val="00306808"/>
    <w:rsid w:val="00307853"/>
    <w:rsid w:val="003108BF"/>
    <w:rsid w:val="00311BCB"/>
    <w:rsid w:val="00314736"/>
    <w:rsid w:val="003172CB"/>
    <w:rsid w:val="00324538"/>
    <w:rsid w:val="00325031"/>
    <w:rsid w:val="0032507F"/>
    <w:rsid w:val="00325830"/>
    <w:rsid w:val="003269BA"/>
    <w:rsid w:val="00330A63"/>
    <w:rsid w:val="003313DF"/>
    <w:rsid w:val="0033445C"/>
    <w:rsid w:val="00334B8E"/>
    <w:rsid w:val="00335BE2"/>
    <w:rsid w:val="003375D4"/>
    <w:rsid w:val="00337B74"/>
    <w:rsid w:val="003453F6"/>
    <w:rsid w:val="00345AD5"/>
    <w:rsid w:val="00345F50"/>
    <w:rsid w:val="00346100"/>
    <w:rsid w:val="00347213"/>
    <w:rsid w:val="00347BCB"/>
    <w:rsid w:val="0035018F"/>
    <w:rsid w:val="00350523"/>
    <w:rsid w:val="00352C76"/>
    <w:rsid w:val="00353EF2"/>
    <w:rsid w:val="00354675"/>
    <w:rsid w:val="00355E60"/>
    <w:rsid w:val="00357209"/>
    <w:rsid w:val="00362BD5"/>
    <w:rsid w:val="003712BA"/>
    <w:rsid w:val="00374690"/>
    <w:rsid w:val="00375E4F"/>
    <w:rsid w:val="003774DC"/>
    <w:rsid w:val="003801D4"/>
    <w:rsid w:val="003805A9"/>
    <w:rsid w:val="00382123"/>
    <w:rsid w:val="003824DA"/>
    <w:rsid w:val="00383B3F"/>
    <w:rsid w:val="00387D4F"/>
    <w:rsid w:val="003910B5"/>
    <w:rsid w:val="003929A6"/>
    <w:rsid w:val="003937F7"/>
    <w:rsid w:val="003949E9"/>
    <w:rsid w:val="00395EBD"/>
    <w:rsid w:val="003A0D99"/>
    <w:rsid w:val="003A175B"/>
    <w:rsid w:val="003A4DB2"/>
    <w:rsid w:val="003A6AFC"/>
    <w:rsid w:val="003B50F2"/>
    <w:rsid w:val="003C0958"/>
    <w:rsid w:val="003C4345"/>
    <w:rsid w:val="003C641B"/>
    <w:rsid w:val="003D03ED"/>
    <w:rsid w:val="003D3B45"/>
    <w:rsid w:val="003D3CA4"/>
    <w:rsid w:val="003D5A1C"/>
    <w:rsid w:val="003E08F9"/>
    <w:rsid w:val="003E1052"/>
    <w:rsid w:val="003E3D07"/>
    <w:rsid w:val="003E57F7"/>
    <w:rsid w:val="003E69CA"/>
    <w:rsid w:val="003F1A74"/>
    <w:rsid w:val="003F75C4"/>
    <w:rsid w:val="003F7C19"/>
    <w:rsid w:val="0040234B"/>
    <w:rsid w:val="00405858"/>
    <w:rsid w:val="00410D70"/>
    <w:rsid w:val="004118D6"/>
    <w:rsid w:val="00412399"/>
    <w:rsid w:val="0041513C"/>
    <w:rsid w:val="0041749C"/>
    <w:rsid w:val="004177D2"/>
    <w:rsid w:val="00424B56"/>
    <w:rsid w:val="004264E8"/>
    <w:rsid w:val="004319D5"/>
    <w:rsid w:val="00433BA4"/>
    <w:rsid w:val="00435BD3"/>
    <w:rsid w:val="00436045"/>
    <w:rsid w:val="004364D6"/>
    <w:rsid w:val="00440EBF"/>
    <w:rsid w:val="004431A6"/>
    <w:rsid w:val="0044336F"/>
    <w:rsid w:val="00443568"/>
    <w:rsid w:val="00445297"/>
    <w:rsid w:val="004453DE"/>
    <w:rsid w:val="004513FB"/>
    <w:rsid w:val="00454112"/>
    <w:rsid w:val="0045472E"/>
    <w:rsid w:val="0045721D"/>
    <w:rsid w:val="00460418"/>
    <w:rsid w:val="004627DC"/>
    <w:rsid w:val="00462ABA"/>
    <w:rsid w:val="00462F86"/>
    <w:rsid w:val="00463368"/>
    <w:rsid w:val="00465031"/>
    <w:rsid w:val="00465378"/>
    <w:rsid w:val="004666A6"/>
    <w:rsid w:val="00471FA6"/>
    <w:rsid w:val="00476CE8"/>
    <w:rsid w:val="00476FF8"/>
    <w:rsid w:val="00482C66"/>
    <w:rsid w:val="004864B5"/>
    <w:rsid w:val="0049004B"/>
    <w:rsid w:val="004904EE"/>
    <w:rsid w:val="00492848"/>
    <w:rsid w:val="00493238"/>
    <w:rsid w:val="004A129D"/>
    <w:rsid w:val="004A554E"/>
    <w:rsid w:val="004A72D6"/>
    <w:rsid w:val="004C0E82"/>
    <w:rsid w:val="004C1972"/>
    <w:rsid w:val="004C5244"/>
    <w:rsid w:val="004C66BB"/>
    <w:rsid w:val="004D2F8B"/>
    <w:rsid w:val="004D36CF"/>
    <w:rsid w:val="004D4A3F"/>
    <w:rsid w:val="004D7874"/>
    <w:rsid w:val="004E156B"/>
    <w:rsid w:val="004E5F8A"/>
    <w:rsid w:val="004F7D19"/>
    <w:rsid w:val="00501454"/>
    <w:rsid w:val="005057D9"/>
    <w:rsid w:val="0050764F"/>
    <w:rsid w:val="00507AAD"/>
    <w:rsid w:val="0051356C"/>
    <w:rsid w:val="00513A76"/>
    <w:rsid w:val="0051681E"/>
    <w:rsid w:val="00517AB8"/>
    <w:rsid w:val="00521C74"/>
    <w:rsid w:val="00523AE8"/>
    <w:rsid w:val="00526D7F"/>
    <w:rsid w:val="00527BC6"/>
    <w:rsid w:val="00530E7C"/>
    <w:rsid w:val="0054041D"/>
    <w:rsid w:val="00541A9F"/>
    <w:rsid w:val="005428F9"/>
    <w:rsid w:val="00542CA9"/>
    <w:rsid w:val="00543E61"/>
    <w:rsid w:val="0054602B"/>
    <w:rsid w:val="00550CA3"/>
    <w:rsid w:val="005540DD"/>
    <w:rsid w:val="005548CF"/>
    <w:rsid w:val="00554E9D"/>
    <w:rsid w:val="00556923"/>
    <w:rsid w:val="005602C1"/>
    <w:rsid w:val="0056503E"/>
    <w:rsid w:val="00565401"/>
    <w:rsid w:val="00570B98"/>
    <w:rsid w:val="00572C94"/>
    <w:rsid w:val="00576BC1"/>
    <w:rsid w:val="0058158D"/>
    <w:rsid w:val="005854DF"/>
    <w:rsid w:val="005855CD"/>
    <w:rsid w:val="005A38FF"/>
    <w:rsid w:val="005A59AD"/>
    <w:rsid w:val="005A78BD"/>
    <w:rsid w:val="005B0AED"/>
    <w:rsid w:val="005B5D96"/>
    <w:rsid w:val="005B70CB"/>
    <w:rsid w:val="005C2122"/>
    <w:rsid w:val="005C2CA5"/>
    <w:rsid w:val="005C3A6F"/>
    <w:rsid w:val="005C5EAC"/>
    <w:rsid w:val="005D191B"/>
    <w:rsid w:val="005D1C22"/>
    <w:rsid w:val="005E08ED"/>
    <w:rsid w:val="005E394E"/>
    <w:rsid w:val="005E4617"/>
    <w:rsid w:val="005E5125"/>
    <w:rsid w:val="005E521C"/>
    <w:rsid w:val="005E6469"/>
    <w:rsid w:val="005F0FEA"/>
    <w:rsid w:val="005F27E1"/>
    <w:rsid w:val="005F2B24"/>
    <w:rsid w:val="005F37C9"/>
    <w:rsid w:val="005F3ED7"/>
    <w:rsid w:val="005F43E5"/>
    <w:rsid w:val="005F46E2"/>
    <w:rsid w:val="005F7CB5"/>
    <w:rsid w:val="006044BC"/>
    <w:rsid w:val="00604781"/>
    <w:rsid w:val="00604F3C"/>
    <w:rsid w:val="00605BDF"/>
    <w:rsid w:val="0060719C"/>
    <w:rsid w:val="00607A4A"/>
    <w:rsid w:val="006101EC"/>
    <w:rsid w:val="00610A54"/>
    <w:rsid w:val="006144A1"/>
    <w:rsid w:val="00620F11"/>
    <w:rsid w:val="00623E43"/>
    <w:rsid w:val="00624492"/>
    <w:rsid w:val="00625FB6"/>
    <w:rsid w:val="0062613F"/>
    <w:rsid w:val="00627551"/>
    <w:rsid w:val="00631448"/>
    <w:rsid w:val="00634581"/>
    <w:rsid w:val="006346C4"/>
    <w:rsid w:val="00640074"/>
    <w:rsid w:val="00641C69"/>
    <w:rsid w:val="0064722F"/>
    <w:rsid w:val="00647675"/>
    <w:rsid w:val="00647B92"/>
    <w:rsid w:val="00650701"/>
    <w:rsid w:val="00650D8F"/>
    <w:rsid w:val="00651DD2"/>
    <w:rsid w:val="0065338C"/>
    <w:rsid w:val="0065727B"/>
    <w:rsid w:val="00657986"/>
    <w:rsid w:val="00660DC9"/>
    <w:rsid w:val="006614C6"/>
    <w:rsid w:val="00661B41"/>
    <w:rsid w:val="006671D9"/>
    <w:rsid w:val="00667E16"/>
    <w:rsid w:val="00671253"/>
    <w:rsid w:val="00674342"/>
    <w:rsid w:val="00680156"/>
    <w:rsid w:val="006835D6"/>
    <w:rsid w:val="00697A35"/>
    <w:rsid w:val="006A1A07"/>
    <w:rsid w:val="006A353F"/>
    <w:rsid w:val="006B0E4E"/>
    <w:rsid w:val="006B124D"/>
    <w:rsid w:val="006B1F9C"/>
    <w:rsid w:val="006C097F"/>
    <w:rsid w:val="006C250F"/>
    <w:rsid w:val="006C7055"/>
    <w:rsid w:val="006D0F58"/>
    <w:rsid w:val="006D1185"/>
    <w:rsid w:val="006D1A51"/>
    <w:rsid w:val="006D3581"/>
    <w:rsid w:val="006D53A4"/>
    <w:rsid w:val="006D68F7"/>
    <w:rsid w:val="006E0201"/>
    <w:rsid w:val="006E114F"/>
    <w:rsid w:val="006E137F"/>
    <w:rsid w:val="006E3207"/>
    <w:rsid w:val="006F60C9"/>
    <w:rsid w:val="0070359E"/>
    <w:rsid w:val="00706C48"/>
    <w:rsid w:val="00714E22"/>
    <w:rsid w:val="00720268"/>
    <w:rsid w:val="00723073"/>
    <w:rsid w:val="00730C8B"/>
    <w:rsid w:val="00731398"/>
    <w:rsid w:val="0073613D"/>
    <w:rsid w:val="00750587"/>
    <w:rsid w:val="007509DF"/>
    <w:rsid w:val="007516F7"/>
    <w:rsid w:val="00751AE8"/>
    <w:rsid w:val="00751FF2"/>
    <w:rsid w:val="00762070"/>
    <w:rsid w:val="00763033"/>
    <w:rsid w:val="007633DC"/>
    <w:rsid w:val="0076389B"/>
    <w:rsid w:val="00767319"/>
    <w:rsid w:val="00770533"/>
    <w:rsid w:val="0077203E"/>
    <w:rsid w:val="00772E7F"/>
    <w:rsid w:val="00773791"/>
    <w:rsid w:val="00777394"/>
    <w:rsid w:val="007815C1"/>
    <w:rsid w:val="007832D9"/>
    <w:rsid w:val="00785AF2"/>
    <w:rsid w:val="00787135"/>
    <w:rsid w:val="00792E2E"/>
    <w:rsid w:val="00797946"/>
    <w:rsid w:val="007A06E8"/>
    <w:rsid w:val="007A6D60"/>
    <w:rsid w:val="007B6261"/>
    <w:rsid w:val="007B74D8"/>
    <w:rsid w:val="007C58DE"/>
    <w:rsid w:val="007C6E15"/>
    <w:rsid w:val="007D2B32"/>
    <w:rsid w:val="007D44AD"/>
    <w:rsid w:val="007D4CFC"/>
    <w:rsid w:val="007E21DB"/>
    <w:rsid w:val="007E7749"/>
    <w:rsid w:val="007F1AAB"/>
    <w:rsid w:val="007F391F"/>
    <w:rsid w:val="007F5494"/>
    <w:rsid w:val="007F7BFC"/>
    <w:rsid w:val="008027C7"/>
    <w:rsid w:val="00803EF1"/>
    <w:rsid w:val="00804C0A"/>
    <w:rsid w:val="00805D5C"/>
    <w:rsid w:val="00807227"/>
    <w:rsid w:val="008101F5"/>
    <w:rsid w:val="008130AF"/>
    <w:rsid w:val="00814E1E"/>
    <w:rsid w:val="00816261"/>
    <w:rsid w:val="008203BF"/>
    <w:rsid w:val="00823481"/>
    <w:rsid w:val="008301CA"/>
    <w:rsid w:val="00831672"/>
    <w:rsid w:val="00834AED"/>
    <w:rsid w:val="008352AF"/>
    <w:rsid w:val="00835E9E"/>
    <w:rsid w:val="00836EAA"/>
    <w:rsid w:val="00837695"/>
    <w:rsid w:val="00842ACD"/>
    <w:rsid w:val="008451C7"/>
    <w:rsid w:val="00846CA6"/>
    <w:rsid w:val="008526FC"/>
    <w:rsid w:val="008548A9"/>
    <w:rsid w:val="00857064"/>
    <w:rsid w:val="0085759F"/>
    <w:rsid w:val="00861E0D"/>
    <w:rsid w:val="00863663"/>
    <w:rsid w:val="008638F0"/>
    <w:rsid w:val="00863FAF"/>
    <w:rsid w:val="00864CEF"/>
    <w:rsid w:val="00865499"/>
    <w:rsid w:val="008768F9"/>
    <w:rsid w:val="00876B2D"/>
    <w:rsid w:val="00876D4C"/>
    <w:rsid w:val="00877048"/>
    <w:rsid w:val="00877F57"/>
    <w:rsid w:val="008813AC"/>
    <w:rsid w:val="00882F74"/>
    <w:rsid w:val="00887D31"/>
    <w:rsid w:val="00895FFF"/>
    <w:rsid w:val="008A6E30"/>
    <w:rsid w:val="008A7D17"/>
    <w:rsid w:val="008B3137"/>
    <w:rsid w:val="008B4713"/>
    <w:rsid w:val="008C3DB6"/>
    <w:rsid w:val="008C4F33"/>
    <w:rsid w:val="008C4FE9"/>
    <w:rsid w:val="008C7AF6"/>
    <w:rsid w:val="008C7E39"/>
    <w:rsid w:val="008D0C30"/>
    <w:rsid w:val="008D13B8"/>
    <w:rsid w:val="008D5FBC"/>
    <w:rsid w:val="008E13CD"/>
    <w:rsid w:val="008E5974"/>
    <w:rsid w:val="008E7778"/>
    <w:rsid w:val="008F2E9B"/>
    <w:rsid w:val="008F4FB1"/>
    <w:rsid w:val="008F6E5E"/>
    <w:rsid w:val="008F7326"/>
    <w:rsid w:val="00900490"/>
    <w:rsid w:val="0090305C"/>
    <w:rsid w:val="00904F8C"/>
    <w:rsid w:val="009060EB"/>
    <w:rsid w:val="00906E66"/>
    <w:rsid w:val="009079FC"/>
    <w:rsid w:val="009106E5"/>
    <w:rsid w:val="00915BC3"/>
    <w:rsid w:val="00917FF4"/>
    <w:rsid w:val="00921E6F"/>
    <w:rsid w:val="00925FBF"/>
    <w:rsid w:val="009303A3"/>
    <w:rsid w:val="009315CB"/>
    <w:rsid w:val="00933E4D"/>
    <w:rsid w:val="00935F7F"/>
    <w:rsid w:val="009377E7"/>
    <w:rsid w:val="009420EB"/>
    <w:rsid w:val="00943C88"/>
    <w:rsid w:val="00944CC2"/>
    <w:rsid w:val="00950777"/>
    <w:rsid w:val="00954B3E"/>
    <w:rsid w:val="0096028D"/>
    <w:rsid w:val="00966241"/>
    <w:rsid w:val="00973195"/>
    <w:rsid w:val="009737DD"/>
    <w:rsid w:val="00976044"/>
    <w:rsid w:val="00976D09"/>
    <w:rsid w:val="00976F45"/>
    <w:rsid w:val="00980CF2"/>
    <w:rsid w:val="009824C9"/>
    <w:rsid w:val="00983ACA"/>
    <w:rsid w:val="00983C0B"/>
    <w:rsid w:val="00990219"/>
    <w:rsid w:val="009918B5"/>
    <w:rsid w:val="00991AAB"/>
    <w:rsid w:val="00991D9A"/>
    <w:rsid w:val="00993DF4"/>
    <w:rsid w:val="00993E78"/>
    <w:rsid w:val="00994AE4"/>
    <w:rsid w:val="00995DFE"/>
    <w:rsid w:val="00997480"/>
    <w:rsid w:val="009A12D8"/>
    <w:rsid w:val="009A3652"/>
    <w:rsid w:val="009A39EB"/>
    <w:rsid w:val="009A4B8F"/>
    <w:rsid w:val="009A4E0D"/>
    <w:rsid w:val="009A7B66"/>
    <w:rsid w:val="009B52AD"/>
    <w:rsid w:val="009B7031"/>
    <w:rsid w:val="009B711E"/>
    <w:rsid w:val="009C060F"/>
    <w:rsid w:val="009C0FED"/>
    <w:rsid w:val="009C3357"/>
    <w:rsid w:val="009D44AF"/>
    <w:rsid w:val="009D49D2"/>
    <w:rsid w:val="009D59B2"/>
    <w:rsid w:val="009D7E3E"/>
    <w:rsid w:val="009E3BF7"/>
    <w:rsid w:val="009E7552"/>
    <w:rsid w:val="009F04C0"/>
    <w:rsid w:val="009F0EFA"/>
    <w:rsid w:val="009F244A"/>
    <w:rsid w:val="009F658E"/>
    <w:rsid w:val="009F76A1"/>
    <w:rsid w:val="00A016F3"/>
    <w:rsid w:val="00A01BDC"/>
    <w:rsid w:val="00A02C8B"/>
    <w:rsid w:val="00A04113"/>
    <w:rsid w:val="00A0663A"/>
    <w:rsid w:val="00A101EB"/>
    <w:rsid w:val="00A106F1"/>
    <w:rsid w:val="00A13FE3"/>
    <w:rsid w:val="00A15F41"/>
    <w:rsid w:val="00A16BF9"/>
    <w:rsid w:val="00A175F6"/>
    <w:rsid w:val="00A364E4"/>
    <w:rsid w:val="00A417C9"/>
    <w:rsid w:val="00A44B1A"/>
    <w:rsid w:val="00A54082"/>
    <w:rsid w:val="00A5442D"/>
    <w:rsid w:val="00A54839"/>
    <w:rsid w:val="00A5734F"/>
    <w:rsid w:val="00A605C3"/>
    <w:rsid w:val="00A636BD"/>
    <w:rsid w:val="00A63978"/>
    <w:rsid w:val="00A639FF"/>
    <w:rsid w:val="00A6411B"/>
    <w:rsid w:val="00A664FB"/>
    <w:rsid w:val="00A67AB3"/>
    <w:rsid w:val="00A8408C"/>
    <w:rsid w:val="00A85163"/>
    <w:rsid w:val="00A8643B"/>
    <w:rsid w:val="00A866B3"/>
    <w:rsid w:val="00A9056D"/>
    <w:rsid w:val="00A94BB1"/>
    <w:rsid w:val="00A96EB2"/>
    <w:rsid w:val="00AA1DC7"/>
    <w:rsid w:val="00AA5F1D"/>
    <w:rsid w:val="00AB4264"/>
    <w:rsid w:val="00AB5020"/>
    <w:rsid w:val="00AC2FF7"/>
    <w:rsid w:val="00AC6123"/>
    <w:rsid w:val="00AD3EE9"/>
    <w:rsid w:val="00AD68D5"/>
    <w:rsid w:val="00AE0516"/>
    <w:rsid w:val="00AF2EB9"/>
    <w:rsid w:val="00AF5C1C"/>
    <w:rsid w:val="00AF7609"/>
    <w:rsid w:val="00B00845"/>
    <w:rsid w:val="00B014FE"/>
    <w:rsid w:val="00B01962"/>
    <w:rsid w:val="00B10D7F"/>
    <w:rsid w:val="00B14E89"/>
    <w:rsid w:val="00B17213"/>
    <w:rsid w:val="00B26C76"/>
    <w:rsid w:val="00B26EE9"/>
    <w:rsid w:val="00B31C22"/>
    <w:rsid w:val="00B321BD"/>
    <w:rsid w:val="00B33090"/>
    <w:rsid w:val="00B34512"/>
    <w:rsid w:val="00B35C31"/>
    <w:rsid w:val="00B35C9B"/>
    <w:rsid w:val="00B36BA3"/>
    <w:rsid w:val="00B36DDF"/>
    <w:rsid w:val="00B43FD7"/>
    <w:rsid w:val="00B449AD"/>
    <w:rsid w:val="00B45111"/>
    <w:rsid w:val="00B51E71"/>
    <w:rsid w:val="00B567F9"/>
    <w:rsid w:val="00B57C89"/>
    <w:rsid w:val="00B60AA2"/>
    <w:rsid w:val="00B65DBE"/>
    <w:rsid w:val="00B67E68"/>
    <w:rsid w:val="00B80F80"/>
    <w:rsid w:val="00B81094"/>
    <w:rsid w:val="00B81994"/>
    <w:rsid w:val="00B8365F"/>
    <w:rsid w:val="00B8544C"/>
    <w:rsid w:val="00B86896"/>
    <w:rsid w:val="00B87F55"/>
    <w:rsid w:val="00B96F0B"/>
    <w:rsid w:val="00B97C55"/>
    <w:rsid w:val="00BA15AF"/>
    <w:rsid w:val="00BA2674"/>
    <w:rsid w:val="00BA30EE"/>
    <w:rsid w:val="00BA33D1"/>
    <w:rsid w:val="00BA7E5E"/>
    <w:rsid w:val="00BB114D"/>
    <w:rsid w:val="00BB33A7"/>
    <w:rsid w:val="00BB4557"/>
    <w:rsid w:val="00BC066C"/>
    <w:rsid w:val="00BC0C25"/>
    <w:rsid w:val="00BC0F02"/>
    <w:rsid w:val="00BC4A19"/>
    <w:rsid w:val="00BC4DE6"/>
    <w:rsid w:val="00BC5DDF"/>
    <w:rsid w:val="00BD0133"/>
    <w:rsid w:val="00BD46E0"/>
    <w:rsid w:val="00BE0116"/>
    <w:rsid w:val="00BE216D"/>
    <w:rsid w:val="00BF1C61"/>
    <w:rsid w:val="00BF2192"/>
    <w:rsid w:val="00BF373B"/>
    <w:rsid w:val="00BF3C69"/>
    <w:rsid w:val="00BF6504"/>
    <w:rsid w:val="00C020E4"/>
    <w:rsid w:val="00C0353D"/>
    <w:rsid w:val="00C04648"/>
    <w:rsid w:val="00C126D2"/>
    <w:rsid w:val="00C2655F"/>
    <w:rsid w:val="00C276C6"/>
    <w:rsid w:val="00C30765"/>
    <w:rsid w:val="00C30C40"/>
    <w:rsid w:val="00C3319E"/>
    <w:rsid w:val="00C3397D"/>
    <w:rsid w:val="00C343A6"/>
    <w:rsid w:val="00C3446A"/>
    <w:rsid w:val="00C37B5F"/>
    <w:rsid w:val="00C37DF6"/>
    <w:rsid w:val="00C37E89"/>
    <w:rsid w:val="00C42FFE"/>
    <w:rsid w:val="00C44615"/>
    <w:rsid w:val="00C44FCB"/>
    <w:rsid w:val="00C45AD8"/>
    <w:rsid w:val="00C4645B"/>
    <w:rsid w:val="00C47476"/>
    <w:rsid w:val="00C54C27"/>
    <w:rsid w:val="00C57F9A"/>
    <w:rsid w:val="00C61FC8"/>
    <w:rsid w:val="00C64118"/>
    <w:rsid w:val="00C65FE6"/>
    <w:rsid w:val="00C70372"/>
    <w:rsid w:val="00C712E7"/>
    <w:rsid w:val="00C71414"/>
    <w:rsid w:val="00C715CD"/>
    <w:rsid w:val="00C74500"/>
    <w:rsid w:val="00C75AB9"/>
    <w:rsid w:val="00C768B0"/>
    <w:rsid w:val="00C82A4B"/>
    <w:rsid w:val="00C84436"/>
    <w:rsid w:val="00C8538A"/>
    <w:rsid w:val="00C91E92"/>
    <w:rsid w:val="00C92503"/>
    <w:rsid w:val="00C95BB0"/>
    <w:rsid w:val="00CA7BBB"/>
    <w:rsid w:val="00CA7F69"/>
    <w:rsid w:val="00CB3F3A"/>
    <w:rsid w:val="00CC38FB"/>
    <w:rsid w:val="00CC4258"/>
    <w:rsid w:val="00CD2595"/>
    <w:rsid w:val="00CE1A51"/>
    <w:rsid w:val="00CE30F9"/>
    <w:rsid w:val="00CE62F0"/>
    <w:rsid w:val="00CF0456"/>
    <w:rsid w:val="00CF3C30"/>
    <w:rsid w:val="00CF46E9"/>
    <w:rsid w:val="00CF5CFA"/>
    <w:rsid w:val="00D0342E"/>
    <w:rsid w:val="00D11D8A"/>
    <w:rsid w:val="00D1223F"/>
    <w:rsid w:val="00D12B67"/>
    <w:rsid w:val="00D12F70"/>
    <w:rsid w:val="00D14640"/>
    <w:rsid w:val="00D2439B"/>
    <w:rsid w:val="00D31535"/>
    <w:rsid w:val="00D31870"/>
    <w:rsid w:val="00D34CCA"/>
    <w:rsid w:val="00D358E1"/>
    <w:rsid w:val="00D41C5E"/>
    <w:rsid w:val="00D45C71"/>
    <w:rsid w:val="00D46CA2"/>
    <w:rsid w:val="00D478F7"/>
    <w:rsid w:val="00D47B2D"/>
    <w:rsid w:val="00D51060"/>
    <w:rsid w:val="00D513B1"/>
    <w:rsid w:val="00D52030"/>
    <w:rsid w:val="00D52AAE"/>
    <w:rsid w:val="00D558E6"/>
    <w:rsid w:val="00D56D57"/>
    <w:rsid w:val="00D614A8"/>
    <w:rsid w:val="00D61A9D"/>
    <w:rsid w:val="00D61CB7"/>
    <w:rsid w:val="00D62FB1"/>
    <w:rsid w:val="00D66AC4"/>
    <w:rsid w:val="00D70932"/>
    <w:rsid w:val="00D71EE4"/>
    <w:rsid w:val="00D73DB9"/>
    <w:rsid w:val="00D743D1"/>
    <w:rsid w:val="00D74D41"/>
    <w:rsid w:val="00D80DE1"/>
    <w:rsid w:val="00D81C71"/>
    <w:rsid w:val="00D8683B"/>
    <w:rsid w:val="00D913BE"/>
    <w:rsid w:val="00D93012"/>
    <w:rsid w:val="00D9633B"/>
    <w:rsid w:val="00DA4646"/>
    <w:rsid w:val="00DA5244"/>
    <w:rsid w:val="00DB58B3"/>
    <w:rsid w:val="00DB6DED"/>
    <w:rsid w:val="00DC3578"/>
    <w:rsid w:val="00DC3E6A"/>
    <w:rsid w:val="00DD2825"/>
    <w:rsid w:val="00DD4735"/>
    <w:rsid w:val="00DD4FD2"/>
    <w:rsid w:val="00DD6E82"/>
    <w:rsid w:val="00DE27A9"/>
    <w:rsid w:val="00DE42F2"/>
    <w:rsid w:val="00DE784E"/>
    <w:rsid w:val="00DF3B96"/>
    <w:rsid w:val="00DF4477"/>
    <w:rsid w:val="00DF651C"/>
    <w:rsid w:val="00E0072E"/>
    <w:rsid w:val="00E056A0"/>
    <w:rsid w:val="00E103A7"/>
    <w:rsid w:val="00E110F8"/>
    <w:rsid w:val="00E12937"/>
    <w:rsid w:val="00E13B3D"/>
    <w:rsid w:val="00E16870"/>
    <w:rsid w:val="00E17EC8"/>
    <w:rsid w:val="00E20226"/>
    <w:rsid w:val="00E2094D"/>
    <w:rsid w:val="00E22987"/>
    <w:rsid w:val="00E267E8"/>
    <w:rsid w:val="00E3037A"/>
    <w:rsid w:val="00E32D16"/>
    <w:rsid w:val="00E36942"/>
    <w:rsid w:val="00E375E7"/>
    <w:rsid w:val="00E40370"/>
    <w:rsid w:val="00E42CEA"/>
    <w:rsid w:val="00E431F3"/>
    <w:rsid w:val="00E44459"/>
    <w:rsid w:val="00E54FE8"/>
    <w:rsid w:val="00E5562F"/>
    <w:rsid w:val="00E57D2B"/>
    <w:rsid w:val="00E60FDD"/>
    <w:rsid w:val="00E6165A"/>
    <w:rsid w:val="00E62522"/>
    <w:rsid w:val="00E62D2C"/>
    <w:rsid w:val="00E635A3"/>
    <w:rsid w:val="00E64E03"/>
    <w:rsid w:val="00E661DA"/>
    <w:rsid w:val="00E67055"/>
    <w:rsid w:val="00E71563"/>
    <w:rsid w:val="00E71BF5"/>
    <w:rsid w:val="00E72A00"/>
    <w:rsid w:val="00E77E58"/>
    <w:rsid w:val="00E81E17"/>
    <w:rsid w:val="00E85BA2"/>
    <w:rsid w:val="00E9088B"/>
    <w:rsid w:val="00E9392C"/>
    <w:rsid w:val="00E943D3"/>
    <w:rsid w:val="00E9705E"/>
    <w:rsid w:val="00E97F3E"/>
    <w:rsid w:val="00EA0F58"/>
    <w:rsid w:val="00EB0944"/>
    <w:rsid w:val="00EB19D0"/>
    <w:rsid w:val="00EC11A8"/>
    <w:rsid w:val="00EC4E7B"/>
    <w:rsid w:val="00EC50F7"/>
    <w:rsid w:val="00EC5F36"/>
    <w:rsid w:val="00EC7480"/>
    <w:rsid w:val="00EC7565"/>
    <w:rsid w:val="00EC7A18"/>
    <w:rsid w:val="00ED2C88"/>
    <w:rsid w:val="00ED319D"/>
    <w:rsid w:val="00EE0791"/>
    <w:rsid w:val="00EE082B"/>
    <w:rsid w:val="00EE18E1"/>
    <w:rsid w:val="00EE40AF"/>
    <w:rsid w:val="00EE5501"/>
    <w:rsid w:val="00EF1817"/>
    <w:rsid w:val="00EF403F"/>
    <w:rsid w:val="00EF4703"/>
    <w:rsid w:val="00EF51A9"/>
    <w:rsid w:val="00EF5502"/>
    <w:rsid w:val="00EF5F2A"/>
    <w:rsid w:val="00EF6B41"/>
    <w:rsid w:val="00EF7EFC"/>
    <w:rsid w:val="00F073AF"/>
    <w:rsid w:val="00F10401"/>
    <w:rsid w:val="00F12201"/>
    <w:rsid w:val="00F132DB"/>
    <w:rsid w:val="00F14397"/>
    <w:rsid w:val="00F14F9E"/>
    <w:rsid w:val="00F23700"/>
    <w:rsid w:val="00F24449"/>
    <w:rsid w:val="00F36415"/>
    <w:rsid w:val="00F401D5"/>
    <w:rsid w:val="00F40C31"/>
    <w:rsid w:val="00F42199"/>
    <w:rsid w:val="00F42FF5"/>
    <w:rsid w:val="00F432DE"/>
    <w:rsid w:val="00F4536C"/>
    <w:rsid w:val="00F50838"/>
    <w:rsid w:val="00F52B8C"/>
    <w:rsid w:val="00F53A38"/>
    <w:rsid w:val="00F54B9A"/>
    <w:rsid w:val="00F55371"/>
    <w:rsid w:val="00F64269"/>
    <w:rsid w:val="00F70694"/>
    <w:rsid w:val="00F73F49"/>
    <w:rsid w:val="00F819C8"/>
    <w:rsid w:val="00F91210"/>
    <w:rsid w:val="00F94596"/>
    <w:rsid w:val="00FA1900"/>
    <w:rsid w:val="00FA23DD"/>
    <w:rsid w:val="00FA3182"/>
    <w:rsid w:val="00FA51ED"/>
    <w:rsid w:val="00FA656E"/>
    <w:rsid w:val="00FB2902"/>
    <w:rsid w:val="00FB36DA"/>
    <w:rsid w:val="00FB512D"/>
    <w:rsid w:val="00FC0277"/>
    <w:rsid w:val="00FC2195"/>
    <w:rsid w:val="00FC22D6"/>
    <w:rsid w:val="00FC550D"/>
    <w:rsid w:val="00FD0E7B"/>
    <w:rsid w:val="00FD223B"/>
    <w:rsid w:val="00FD2DBE"/>
    <w:rsid w:val="00FD4E54"/>
    <w:rsid w:val="00FD7025"/>
    <w:rsid w:val="00FD72F8"/>
    <w:rsid w:val="00FD7EAB"/>
    <w:rsid w:val="00FE1BF7"/>
    <w:rsid w:val="00FE2BDA"/>
    <w:rsid w:val="00FE7C78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581A372"/>
  <w15:docId w15:val="{6F6FB84B-7E8C-4845-847F-71DDD912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99748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E156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y"/>
    <w:next w:val="Normlny"/>
    <w:qFormat/>
    <w:rsid w:val="002B0B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6"/>
      </w:numPr>
    </w:pPr>
  </w:style>
  <w:style w:type="paragraph" w:styleId="Odsekzoznamu">
    <w:name w:val="List Paragraph"/>
    <w:basedOn w:val="Normlny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6C097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C097F"/>
    <w:rPr>
      <w:rFonts w:ascii="Tahoma" w:hAnsi="Tahoma" w:cs="Tahoma"/>
      <w:sz w:val="16"/>
      <w:szCs w:val="16"/>
      <w:lang w:eastAsia="cs-CZ"/>
    </w:rPr>
  </w:style>
  <w:style w:type="character" w:styleId="Vrazn">
    <w:name w:val="Strong"/>
    <w:basedOn w:val="Predvolenpsmoodseku"/>
    <w:qFormat/>
    <w:rsid w:val="00762070"/>
    <w:rPr>
      <w:b/>
      <w:bCs/>
    </w:rPr>
  </w:style>
  <w:style w:type="character" w:styleId="Odkaznakomentr">
    <w:name w:val="annotation reference"/>
    <w:basedOn w:val="Predvolenpsmoodseku"/>
    <w:rsid w:val="00B67E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7E68"/>
  </w:style>
  <w:style w:type="character" w:customStyle="1" w:styleId="TextkomentraChar">
    <w:name w:val="Text komentára Char"/>
    <w:basedOn w:val="Predvolenpsmoodseku"/>
    <w:link w:val="Textkomentra"/>
    <w:uiPriority w:val="99"/>
    <w:rsid w:val="00B67E68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B67E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B67E68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2B0B87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paragraph" w:customStyle="1" w:styleId="bododstavec">
    <w:name w:val="bod odstavec"/>
    <w:basedOn w:val="Normlny"/>
    <w:link w:val="bododstavecChar"/>
    <w:rsid w:val="002B0B87"/>
    <w:pPr>
      <w:numPr>
        <w:numId w:val="27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2B0B87"/>
    <w:rPr>
      <w:rFonts w:eastAsia="Calibri"/>
      <w:sz w:val="22"/>
      <w:lang w:eastAsia="cs-CZ"/>
    </w:rPr>
  </w:style>
  <w:style w:type="character" w:customStyle="1" w:styleId="AtextChar">
    <w:name w:val="A) text Char"/>
    <w:basedOn w:val="Predvolenpsmoodseku"/>
    <w:link w:val="Atext"/>
    <w:locked/>
    <w:rsid w:val="002B0B87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2B0B87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character" w:customStyle="1" w:styleId="HlavikaChar1">
    <w:name w:val="Hlavička Char1"/>
    <w:basedOn w:val="Predvolenpsmoodseku"/>
    <w:rsid w:val="00D61A9D"/>
    <w:rPr>
      <w:rFonts w:ascii="Arial" w:hAnsi="Arial" w:cs="Arial"/>
      <w:lang w:eastAsia="cs-CZ"/>
    </w:rPr>
  </w:style>
  <w:style w:type="character" w:customStyle="1" w:styleId="Nadpis3Char">
    <w:name w:val="Nadpis 3 Char"/>
    <w:basedOn w:val="Predvolenpsmoodseku"/>
    <w:link w:val="Nadpis3"/>
    <w:rsid w:val="004E156B"/>
    <w:rPr>
      <w:rFonts w:ascii="Cambria" w:hAnsi="Cambria"/>
      <w:b/>
      <w:bCs/>
      <w:sz w:val="26"/>
      <w:szCs w:val="26"/>
      <w:lang w:eastAsia="cs-CZ"/>
    </w:rPr>
  </w:style>
  <w:style w:type="paragraph" w:styleId="Zarkazkladnhotextu3">
    <w:name w:val="Body Text Indent 3"/>
    <w:basedOn w:val="Normlny"/>
    <w:link w:val="Zarkazkladnhotextu3Char"/>
    <w:rsid w:val="00E103A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103A7"/>
    <w:rPr>
      <w:rFonts w:ascii="Arial" w:hAnsi="Arial" w:cs="Arial"/>
      <w:sz w:val="16"/>
      <w:szCs w:val="16"/>
      <w:lang w:eastAsia="cs-CZ"/>
    </w:rPr>
  </w:style>
  <w:style w:type="paragraph" w:styleId="Bezriadkovania">
    <w:name w:val="No Spacing"/>
    <w:uiPriority w:val="1"/>
    <w:qFormat/>
    <w:rsid w:val="00C30C40"/>
    <w:rPr>
      <w:rFonts w:ascii="Calibri" w:hAnsi="Calibri"/>
      <w:sz w:val="22"/>
      <w:szCs w:val="22"/>
    </w:rPr>
  </w:style>
  <w:style w:type="character" w:customStyle="1" w:styleId="CharChar2">
    <w:name w:val="Char Char2"/>
    <w:basedOn w:val="Predvolenpsmoodseku"/>
    <w:locked/>
    <w:rsid w:val="009A7B66"/>
    <w:rPr>
      <w:rFonts w:ascii="Arial" w:hAnsi="Arial" w:cs="Arial"/>
      <w:lang w:val="sk-SK" w:eastAsia="cs-CZ" w:bidi="ar-SA"/>
    </w:rPr>
  </w:style>
  <w:style w:type="paragraph" w:customStyle="1" w:styleId="00-05">
    <w:name w:val="0.0 - 0.5"/>
    <w:basedOn w:val="Normlny"/>
    <w:rsid w:val="0022606C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150</TotalTime>
  <Pages>1</Pages>
  <Words>332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cp:revision>26</cp:revision>
  <cp:lastPrinted>2013-04-11T10:49:00Z</cp:lastPrinted>
  <dcterms:created xsi:type="dcterms:W3CDTF">2017-05-18T07:34:00Z</dcterms:created>
  <dcterms:modified xsi:type="dcterms:W3CDTF">2025-02-05T09:25:00Z</dcterms:modified>
</cp:coreProperties>
</file>